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5F3D8" w14:textId="1244BB83" w:rsidR="005C090C" w:rsidRDefault="005C090C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FASE REGIONALE DI </w:t>
      </w:r>
      <w:r w:rsidR="00B15CF0">
        <w:rPr>
          <w:rFonts w:asciiTheme="minorHAnsi" w:hAnsiTheme="minorHAnsi"/>
          <w:b/>
          <w:bCs/>
          <w:color w:val="000000"/>
          <w:sz w:val="28"/>
          <w:szCs w:val="28"/>
        </w:rPr>
        <w:t>DANZA SPORTIVA</w:t>
      </w:r>
    </w:p>
    <w:p w14:paraId="0585F3DA" w14:textId="6CA9C7AB" w:rsidR="005C090C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Modello di iscrizione </w:t>
      </w:r>
      <w:r w:rsidR="0095683D">
        <w:rPr>
          <w:rFonts w:asciiTheme="minorHAnsi" w:hAnsiTheme="minorHAnsi"/>
          <w:b/>
          <w:bCs/>
          <w:color w:val="000000"/>
          <w:sz w:val="28"/>
          <w:szCs w:val="28"/>
        </w:rPr>
        <w:t>d</w:t>
      </w:r>
      <w:r>
        <w:rPr>
          <w:rFonts w:asciiTheme="minorHAnsi" w:hAnsiTheme="minorHAnsi" w:cs="Calibri"/>
          <w:b/>
          <w:sz w:val="28"/>
          <w:szCs w:val="28"/>
        </w:rPr>
        <w:t xml:space="preserve">a inviare entro </w:t>
      </w:r>
      <w:r w:rsidR="00B15CF0">
        <w:rPr>
          <w:rFonts w:asciiTheme="minorHAnsi" w:hAnsiTheme="minorHAnsi" w:cs="Calibri"/>
          <w:b/>
          <w:sz w:val="28"/>
          <w:szCs w:val="28"/>
        </w:rPr>
        <w:t>l’</w:t>
      </w:r>
      <w:r w:rsidR="0095683D">
        <w:rPr>
          <w:rFonts w:asciiTheme="minorHAnsi" w:hAnsiTheme="minorHAnsi" w:cs="Calibri"/>
          <w:b/>
          <w:sz w:val="28"/>
          <w:szCs w:val="28"/>
        </w:rPr>
        <w:t>11</w:t>
      </w:r>
      <w:r w:rsidR="00B15CF0">
        <w:rPr>
          <w:rFonts w:asciiTheme="minorHAnsi" w:hAnsiTheme="minorHAnsi" w:cs="Calibri"/>
          <w:b/>
          <w:sz w:val="28"/>
          <w:szCs w:val="28"/>
        </w:rPr>
        <w:t xml:space="preserve"> marzo</w:t>
      </w:r>
      <w:r>
        <w:rPr>
          <w:rFonts w:asciiTheme="minorHAnsi" w:hAnsiTheme="minorHAnsi" w:cs="Calibri"/>
          <w:b/>
          <w:sz w:val="28"/>
          <w:szCs w:val="28"/>
        </w:rPr>
        <w:t xml:space="preserve"> 2019 a </w:t>
      </w:r>
      <w:hyperlink r:id="rId9" w:history="1">
        <w:r w:rsidR="0095683D" w:rsidRPr="00AA04F1">
          <w:rPr>
            <w:rStyle w:val="Collegamentoipertestuale"/>
            <w:rFonts w:asciiTheme="minorHAnsi" w:hAnsiTheme="minorHAnsi" w:cs="Calibri"/>
            <w:b/>
            <w:sz w:val="28"/>
            <w:szCs w:val="28"/>
          </w:rPr>
          <w:t>edfisicamarche@istruzione.it</w:t>
        </w:r>
      </w:hyperlink>
      <w:r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0585F3DB" w14:textId="77777777" w:rsidR="005C090C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14:paraId="0585F3DC" w14:textId="2C0D239E" w:rsidR="005C090C" w:rsidRDefault="0095683D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Scuole secondarie di 1° grado</w:t>
      </w:r>
    </w:p>
    <w:p w14:paraId="0585F3DF" w14:textId="77777777" w:rsidR="005C090C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50"/>
      </w:tblGrid>
      <w:tr w:rsidR="005C090C" w14:paraId="0585F3E2" w14:textId="77777777" w:rsidTr="0095683D">
        <w:trPr>
          <w:trHeight w:val="693"/>
          <w:jc w:val="center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F3E0" w14:textId="77777777" w:rsidR="005C090C" w:rsidRDefault="005C090C">
            <w:pPr>
              <w:spacing w:before="12" w:line="276" w:lineRule="auto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Provincia:</w:t>
            </w:r>
          </w:p>
          <w:p w14:paraId="0585F3E1" w14:textId="1CB44722" w:rsidR="005C090C" w:rsidRDefault="005C090C" w:rsidP="0095683D">
            <w:pPr>
              <w:spacing w:line="276" w:lineRule="auto"/>
              <w:textAlignment w:val="baseline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Is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o 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>olas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 xml:space="preserve">o:                                            </w:t>
            </w:r>
          </w:p>
        </w:tc>
      </w:tr>
    </w:tbl>
    <w:p w14:paraId="0585F3E3" w14:textId="77777777" w:rsidR="005C090C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Cs w:val="24"/>
        </w:rPr>
      </w:pPr>
    </w:p>
    <w:p w14:paraId="0585F3E5" w14:textId="77777777" w:rsidR="005C090C" w:rsidRDefault="005C090C" w:rsidP="005C090C">
      <w:pPr>
        <w:overflowPunct/>
        <w:rPr>
          <w:szCs w:val="24"/>
        </w:rPr>
      </w:pPr>
    </w:p>
    <w:tbl>
      <w:tblPr>
        <w:tblStyle w:val="Grigliatabella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236"/>
        <w:gridCol w:w="2174"/>
        <w:gridCol w:w="1134"/>
        <w:gridCol w:w="236"/>
        <w:gridCol w:w="2316"/>
        <w:gridCol w:w="1275"/>
      </w:tblGrid>
      <w:tr w:rsidR="0095683D" w14:paraId="4AD2F09D" w14:textId="77777777" w:rsidTr="00E6644E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1640" w14:textId="20181E5C" w:rsidR="0095683D" w:rsidRDefault="0095683D" w:rsidP="0095683D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>SQUADRA 1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85A8618" w14:textId="77777777" w:rsidR="0095683D" w:rsidRDefault="0095683D" w:rsidP="005C090C">
            <w:pPr>
              <w:overflowPunct/>
              <w:rPr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7D1B" w14:textId="435E0C60" w:rsidR="0095683D" w:rsidRDefault="0095683D" w:rsidP="0095683D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>SQUADRA 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BC16115" w14:textId="77777777" w:rsidR="0095683D" w:rsidRDefault="0095683D" w:rsidP="005C090C">
            <w:pPr>
              <w:overflowPunct/>
              <w:rPr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7C2F" w14:textId="00B2F697" w:rsidR="0095683D" w:rsidRDefault="0095683D" w:rsidP="0095683D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>SQUADRA 3</w:t>
            </w:r>
          </w:p>
        </w:tc>
      </w:tr>
      <w:tr w:rsidR="00E6644E" w:rsidRPr="0095683D" w14:paraId="7B1A0A5E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5571" w14:textId="2C248906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8388" w14:textId="699FCB62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4D4A3B7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7CE0" w14:textId="7C1C8801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453C" w14:textId="6D9A9921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06500EA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DD10" w14:textId="715756FE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704E" w14:textId="3EB14556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</w:tr>
      <w:tr w:rsidR="0095683D" w:rsidRPr="0095683D" w14:paraId="18363CC4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951C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693B2401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C11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7CA1BC4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B88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EC7D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9F64976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E35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937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780D4214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1C00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4F3A17F4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C555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260119E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95A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A599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43FCEA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927E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EF33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741C4F59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1B1F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32121FC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05A3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AF43C52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43E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D8D2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5D4AFE8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12E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80D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191F85E3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360D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53A86D72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A34C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534A899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D784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A5F0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FB6D0D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7E9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F5B9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535B8044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56A1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4AAEC8A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B199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88B1420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C56C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AA1B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0ABC0FA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F156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6B20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27EE495E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A63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681E0083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A097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34BBC7D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602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953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FA99C87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A36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C299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95683D" w:rsidRPr="0095683D" w14:paraId="2264BBE2" w14:textId="77777777" w:rsidTr="00E664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8105" w14:textId="77777777" w:rsid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6507D0F5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2BB4" w14:textId="77777777" w:rsidR="0095683D" w:rsidRPr="0095683D" w:rsidRDefault="0095683D" w:rsidP="0095683D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0E19D64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C8B1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ED18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06E6D6F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29D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B1A" w14:textId="77777777" w:rsidR="0095683D" w:rsidRPr="0095683D" w:rsidRDefault="0095683D" w:rsidP="005C090C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0585F416" w14:textId="77777777" w:rsidR="005C090C" w:rsidRDefault="005C090C" w:rsidP="005C090C">
      <w:pPr>
        <w:overflowPunct/>
        <w:rPr>
          <w:b/>
          <w:spacing w:val="-1"/>
          <w:position w:val="-1"/>
          <w:sz w:val="22"/>
          <w:szCs w:val="22"/>
        </w:rPr>
      </w:pPr>
    </w:p>
    <w:p w14:paraId="4AC4F6F4" w14:textId="77777777" w:rsidR="00E6644E" w:rsidRDefault="00E6644E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  <w:gridCol w:w="284"/>
        <w:gridCol w:w="3543"/>
        <w:gridCol w:w="1701"/>
      </w:tblGrid>
      <w:tr w:rsidR="00E6644E" w14:paraId="4533089B" w14:textId="6CA1F0C3" w:rsidTr="00E6644E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A03D" w14:textId="21967594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HIP HOP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3F9384" w14:textId="77777777" w:rsidR="00E6644E" w:rsidRDefault="00E6644E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0767" w14:textId="70F8466E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BREAK DANCE</w:t>
            </w:r>
          </w:p>
        </w:tc>
      </w:tr>
      <w:tr w:rsidR="00E6644E" w14:paraId="22451308" w14:textId="77777777" w:rsidTr="00E6644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40E" w14:textId="4037F9A2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5656" w14:textId="3E70891A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25129C" w14:textId="77777777" w:rsidR="00E6644E" w:rsidRDefault="00E6644E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532D" w14:textId="73FD0779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BDB1" w14:textId="4D14ACC9" w:rsidR="00E6644E" w:rsidRDefault="00E6644E" w:rsidP="00E6644E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</w:tr>
      <w:tr w:rsidR="00E6644E" w14:paraId="62389DC7" w14:textId="77777777" w:rsidTr="00E6644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500D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E28F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A347A4" w14:textId="77777777" w:rsidR="00E6644E" w:rsidRDefault="00E6644E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2130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AA3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14:paraId="7EE768A0" w14:textId="77777777" w:rsidTr="00E6644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F9D9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CA3B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090F75" w14:textId="77777777" w:rsidR="00E6644E" w:rsidRDefault="00E6644E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9CB3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46A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14:paraId="5E622F01" w14:textId="77777777" w:rsidTr="00E6644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8EEE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0206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B1E778C" w14:textId="77777777" w:rsidR="00E6644E" w:rsidRDefault="00E6644E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07C1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6569" w14:textId="77777777" w:rsidR="00E6644E" w:rsidRPr="0095683D" w:rsidRDefault="00E6644E" w:rsidP="00E6644E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0142C51D" w14:textId="77777777" w:rsidR="00E6644E" w:rsidRDefault="00E6644E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0585F417" w14:textId="77777777" w:rsidR="005C090C" w:rsidRDefault="005C090C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  <w:r>
        <w:rPr>
          <w:rFonts w:asciiTheme="minorHAnsi" w:hAnsiTheme="minorHAnsi"/>
          <w:b/>
          <w:spacing w:val="-1"/>
          <w:position w:val="-1"/>
          <w:sz w:val="22"/>
          <w:szCs w:val="22"/>
        </w:rPr>
        <w:t>D</w:t>
      </w:r>
      <w:r>
        <w:rPr>
          <w:rFonts w:asciiTheme="minorHAnsi" w:hAnsiTheme="minorHAnsi"/>
          <w:b/>
          <w:position w:val="-1"/>
          <w:sz w:val="22"/>
          <w:szCs w:val="22"/>
        </w:rPr>
        <w:t>ocen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>
        <w:rPr>
          <w:rFonts w:asciiTheme="minorHAnsi" w:hAnsiTheme="minorHAnsi"/>
          <w:b/>
          <w:position w:val="-1"/>
          <w:sz w:val="22"/>
          <w:szCs w:val="22"/>
        </w:rPr>
        <w:t>e/i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 xml:space="preserve"> </w:t>
      </w:r>
      <w:r>
        <w:rPr>
          <w:rFonts w:asciiTheme="minorHAnsi" w:hAnsiTheme="minorHAnsi"/>
          <w:b/>
          <w:position w:val="-1"/>
          <w:sz w:val="22"/>
          <w:szCs w:val="22"/>
        </w:rPr>
        <w:t>acc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m</w:t>
      </w:r>
      <w:r>
        <w:rPr>
          <w:rFonts w:asciiTheme="minorHAnsi" w:hAnsiTheme="minorHAnsi"/>
          <w:b/>
          <w:position w:val="-1"/>
          <w:sz w:val="22"/>
          <w:szCs w:val="22"/>
        </w:rPr>
        <w:t>pag</w:t>
      </w:r>
      <w:r>
        <w:rPr>
          <w:rFonts w:asciiTheme="minorHAnsi" w:hAnsiTheme="minorHAnsi"/>
          <w:b/>
          <w:spacing w:val="-3"/>
          <w:position w:val="-1"/>
          <w:sz w:val="22"/>
          <w:szCs w:val="22"/>
        </w:rPr>
        <w:t>n</w:t>
      </w:r>
      <w:r>
        <w:rPr>
          <w:rFonts w:asciiTheme="minorHAnsi" w:hAnsiTheme="minorHAnsi"/>
          <w:b/>
          <w:position w:val="-1"/>
          <w:sz w:val="22"/>
          <w:szCs w:val="22"/>
        </w:rPr>
        <w:t>a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>
        <w:rPr>
          <w:rFonts w:asciiTheme="minorHAnsi" w:hAnsiTheme="minorHAnsi"/>
          <w:b/>
          <w:position w:val="-1"/>
          <w:sz w:val="22"/>
          <w:szCs w:val="22"/>
        </w:rPr>
        <w:t>r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e</w:t>
      </w:r>
      <w:r>
        <w:rPr>
          <w:rFonts w:asciiTheme="minorHAnsi" w:hAnsiTheme="minorHAnsi"/>
          <w:b/>
          <w:position w:val="-1"/>
          <w:sz w:val="22"/>
          <w:szCs w:val="22"/>
        </w:rPr>
        <w:t xml:space="preserve">:  </w:t>
      </w:r>
    </w:p>
    <w:p w14:paraId="0585F418" w14:textId="77777777" w:rsidR="005C090C" w:rsidRDefault="005C090C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14:paraId="02BB6CA1" w14:textId="77777777" w:rsidR="00D2514A" w:rsidRDefault="00D2514A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6B430998" w14:textId="77777777" w:rsidR="00D2514A" w:rsidRDefault="00D2514A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0585F420" w14:textId="29E77667" w:rsidR="005C090C" w:rsidRDefault="005C090C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  <w:r>
        <w:rPr>
          <w:rFonts w:asciiTheme="minorHAnsi" w:hAnsiTheme="minorHAnsi"/>
          <w:position w:val="-1"/>
          <w:sz w:val="22"/>
          <w:szCs w:val="22"/>
        </w:rPr>
        <w:t xml:space="preserve">Data </w:t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  <w:t xml:space="preserve">                                           </w:t>
      </w:r>
      <w:r w:rsidR="00E6644E">
        <w:rPr>
          <w:rFonts w:asciiTheme="minorHAnsi" w:hAnsiTheme="minorHAnsi"/>
          <w:position w:val="-1"/>
          <w:sz w:val="22"/>
          <w:szCs w:val="22"/>
        </w:rPr>
        <w:tab/>
      </w:r>
      <w:r w:rsidR="00E6644E"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>Timbro e firma del Dirigente Scolastico</w:t>
      </w:r>
    </w:p>
    <w:p w14:paraId="08E2E907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04126D91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5201F3BF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2FF0B656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408FD3D0" w14:textId="77777777" w:rsidR="00E6644E" w:rsidRDefault="00E6644E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483B5B5C" w14:textId="77777777" w:rsidR="00A54E4C" w:rsidRDefault="00A54E4C" w:rsidP="00E6644E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46ECAE50" w14:textId="77777777" w:rsidR="00E6644E" w:rsidRDefault="00E6644E" w:rsidP="00E6644E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lastRenderedPageBreak/>
        <w:t>FASE REGIONALE DI DANZA SPORTIVA</w:t>
      </w:r>
    </w:p>
    <w:p w14:paraId="00E81B97" w14:textId="77777777" w:rsidR="00E6644E" w:rsidRDefault="00E6644E" w:rsidP="00E6644E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Modello di iscrizione d</w:t>
      </w:r>
      <w:r>
        <w:rPr>
          <w:rFonts w:asciiTheme="minorHAnsi" w:hAnsiTheme="minorHAnsi" w:cs="Calibri"/>
          <w:b/>
          <w:sz w:val="28"/>
          <w:szCs w:val="28"/>
        </w:rPr>
        <w:t xml:space="preserve">a inviare entro l’11 marzo 2019 a </w:t>
      </w:r>
      <w:hyperlink r:id="rId10" w:history="1">
        <w:r w:rsidRPr="00AA04F1">
          <w:rPr>
            <w:rStyle w:val="Collegamentoipertestuale"/>
            <w:rFonts w:asciiTheme="minorHAnsi" w:hAnsiTheme="minorHAnsi" w:cs="Calibri"/>
            <w:b/>
            <w:sz w:val="28"/>
            <w:szCs w:val="28"/>
          </w:rPr>
          <w:t>edfisicamarche@istruzione.it</w:t>
        </w:r>
      </w:hyperlink>
      <w:r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5FA3943" w14:textId="77777777" w:rsidR="00507C5D" w:rsidRPr="00507C5D" w:rsidRDefault="00507C5D" w:rsidP="00E6644E">
      <w:pPr>
        <w:overflowPunct/>
        <w:spacing w:after="2"/>
        <w:jc w:val="center"/>
        <w:rPr>
          <w:rFonts w:asciiTheme="minorHAnsi" w:hAnsiTheme="minorHAnsi" w:cs="Calibri"/>
          <w:szCs w:val="24"/>
        </w:rPr>
      </w:pPr>
    </w:p>
    <w:p w14:paraId="6ECF4BD0" w14:textId="4FB6722D" w:rsidR="00E6644E" w:rsidRDefault="00E6644E" w:rsidP="00E6644E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Scuole secondarie di 2° grado</w:t>
      </w: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50"/>
      </w:tblGrid>
      <w:tr w:rsidR="00E6644E" w14:paraId="37C071FE" w14:textId="77777777" w:rsidTr="00D2514A">
        <w:trPr>
          <w:trHeight w:val="693"/>
          <w:jc w:val="center"/>
        </w:trPr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78E7" w14:textId="77777777" w:rsidR="00E6644E" w:rsidRDefault="00E6644E" w:rsidP="00571A89">
            <w:pPr>
              <w:spacing w:before="12" w:line="276" w:lineRule="auto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Provincia:</w:t>
            </w:r>
          </w:p>
          <w:p w14:paraId="600EEDAA" w14:textId="77777777" w:rsidR="00E6644E" w:rsidRDefault="00E6644E" w:rsidP="00571A89">
            <w:pPr>
              <w:spacing w:line="276" w:lineRule="auto"/>
              <w:textAlignment w:val="baseline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Is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o 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>olas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 xml:space="preserve">o:                                            </w:t>
            </w:r>
          </w:p>
        </w:tc>
      </w:tr>
    </w:tbl>
    <w:p w14:paraId="6CE1F1F1" w14:textId="77777777" w:rsidR="00E6644E" w:rsidRDefault="00E6644E" w:rsidP="00E6644E">
      <w:pPr>
        <w:overflowPunct/>
        <w:spacing w:after="2"/>
        <w:jc w:val="center"/>
        <w:rPr>
          <w:rFonts w:asciiTheme="minorHAnsi" w:hAnsiTheme="minorHAnsi" w:cs="Calibri"/>
          <w:b/>
          <w:szCs w:val="24"/>
        </w:rPr>
      </w:pPr>
    </w:p>
    <w:tbl>
      <w:tblPr>
        <w:tblStyle w:val="Grigliatabella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236"/>
        <w:gridCol w:w="2174"/>
        <w:gridCol w:w="1134"/>
        <w:gridCol w:w="236"/>
        <w:gridCol w:w="2316"/>
        <w:gridCol w:w="1275"/>
      </w:tblGrid>
      <w:tr w:rsidR="00E6644E" w14:paraId="44680D12" w14:textId="77777777" w:rsidTr="00571A89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7143" w14:textId="71F11733" w:rsidR="00E6644E" w:rsidRDefault="00E6644E" w:rsidP="00571A89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 xml:space="preserve">SQUADRA </w:t>
            </w:r>
            <w:proofErr w:type="spellStart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>cat</w:t>
            </w:r>
            <w:proofErr w:type="spellEnd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 xml:space="preserve">.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4FDF90C" w14:textId="77777777" w:rsidR="00E6644E" w:rsidRDefault="00E6644E" w:rsidP="00571A89">
            <w:pPr>
              <w:overflowPunct/>
              <w:rPr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15CE" w14:textId="1F8E5760" w:rsidR="00E6644E" w:rsidRDefault="00E6644E" w:rsidP="00571A89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 xml:space="preserve">SQUADRA </w:t>
            </w:r>
            <w:proofErr w:type="spellStart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>cat</w:t>
            </w:r>
            <w:proofErr w:type="spellEnd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>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E794E82" w14:textId="77777777" w:rsidR="00E6644E" w:rsidRDefault="00E6644E" w:rsidP="00571A89">
            <w:pPr>
              <w:overflowPunct/>
              <w:rPr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C6CA" w14:textId="40F02752" w:rsidR="00E6644E" w:rsidRDefault="00E6644E" w:rsidP="00571A89">
            <w:pPr>
              <w:overflowPunct/>
              <w:jc w:val="center"/>
              <w:rPr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b/>
                <w:spacing w:val="-1"/>
                <w:position w:val="-1"/>
                <w:sz w:val="22"/>
                <w:szCs w:val="22"/>
              </w:rPr>
              <w:t xml:space="preserve">SQUADRA </w:t>
            </w:r>
            <w:proofErr w:type="spellStart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>cat</w:t>
            </w:r>
            <w:proofErr w:type="spellEnd"/>
            <w:r w:rsidR="00D2514A">
              <w:rPr>
                <w:b/>
                <w:spacing w:val="-1"/>
                <w:position w:val="-1"/>
                <w:sz w:val="22"/>
                <w:szCs w:val="22"/>
              </w:rPr>
              <w:t>.</w:t>
            </w:r>
          </w:p>
        </w:tc>
      </w:tr>
      <w:tr w:rsidR="00E6644E" w:rsidRPr="0095683D" w14:paraId="49B9EBD7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55A3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FD8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1EC6550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5AA5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48B6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BB0D4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98F0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B37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</w:tr>
      <w:tr w:rsidR="00E6644E" w:rsidRPr="0095683D" w14:paraId="0DE91E32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6F4B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254F886F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B49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C509BDE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604D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3CD7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1120043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E35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BCE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6FAEFD23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2E45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5D53D93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1B9E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8F06F0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A92E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F55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6BE19B0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590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83F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3179A0C7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945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4A65F1C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B54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DACA8B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E766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093F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11AA3E2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E174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FC80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1BD04253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9D0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525FEA08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1AF5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9F111F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9004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CE6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45A52C7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9B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C1D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229558A6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2400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04AAD02C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D5FE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31E38F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C880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D61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7368A2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4F4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F589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0C0BC8F5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948C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1E2D9A33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5A1D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3B6ADE3B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5328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37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E5D00DA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64D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38D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:rsidRPr="0095683D" w14:paraId="369F0FF7" w14:textId="77777777" w:rsidTr="00571A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2596" w14:textId="77777777" w:rsidR="00E6644E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  <w:p w14:paraId="3493C961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5892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CCF93B5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6936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A05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96C2DA6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E5E4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1239" w14:textId="77777777" w:rsidR="00E6644E" w:rsidRPr="0095683D" w:rsidRDefault="00E6644E" w:rsidP="00571A89">
            <w:pPr>
              <w:overflowPunct/>
              <w:rPr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0F3448DB" w14:textId="77777777" w:rsidR="00E6644E" w:rsidRDefault="00E6644E" w:rsidP="00E6644E">
      <w:pPr>
        <w:overflowPunct/>
        <w:rPr>
          <w:b/>
          <w:spacing w:val="-1"/>
          <w:position w:val="-1"/>
          <w:sz w:val="22"/>
          <w:szCs w:val="22"/>
        </w:rPr>
      </w:pPr>
    </w:p>
    <w:p w14:paraId="63DBB008" w14:textId="77777777" w:rsidR="00E6644E" w:rsidRDefault="00E6644E" w:rsidP="00E6644E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559"/>
        <w:gridCol w:w="284"/>
        <w:gridCol w:w="3543"/>
        <w:gridCol w:w="1701"/>
      </w:tblGrid>
      <w:tr w:rsidR="00E6644E" w14:paraId="100FB8C1" w14:textId="77777777" w:rsidTr="00571A89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FEC4" w14:textId="58215B97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HIP HOP</w:t>
            </w:r>
            <w:r w:rsidR="00D2514A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 xml:space="preserve"> </w:t>
            </w:r>
            <w:proofErr w:type="spellStart"/>
            <w:r w:rsidR="00D2514A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cat</w:t>
            </w:r>
            <w:proofErr w:type="spellEnd"/>
            <w:r w:rsidR="00D2514A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.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DC69990" w14:textId="77777777" w:rsidR="00E6644E" w:rsidRDefault="00E6644E" w:rsidP="00571A89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2CF5" w14:textId="13162ACA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BREAK DANCE</w:t>
            </w:r>
            <w:r w:rsidR="00507C5D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 xml:space="preserve"> </w:t>
            </w:r>
            <w:proofErr w:type="spellStart"/>
            <w:r w:rsidR="00507C5D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cat</w:t>
            </w:r>
            <w:proofErr w:type="spellEnd"/>
            <w:r w:rsidR="00507C5D"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.</w:t>
            </w:r>
          </w:p>
        </w:tc>
      </w:tr>
      <w:tr w:rsidR="00E6644E" w14:paraId="31EB2693" w14:textId="77777777" w:rsidTr="00571A8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806E" w14:textId="77777777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45" w14:textId="77777777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81BC87" w14:textId="77777777" w:rsidR="00E6644E" w:rsidRDefault="00E6644E" w:rsidP="00571A89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8179" w14:textId="77777777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Alunno/a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F7AA" w14:textId="77777777" w:rsidR="00E6644E" w:rsidRDefault="00E6644E" w:rsidP="00571A89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95683D">
              <w:rPr>
                <w:spacing w:val="-1"/>
                <w:position w:val="-1"/>
                <w:sz w:val="22"/>
                <w:szCs w:val="22"/>
              </w:rPr>
              <w:t>Data di n.</w:t>
            </w:r>
          </w:p>
        </w:tc>
      </w:tr>
      <w:tr w:rsidR="00E6644E" w14:paraId="2B773985" w14:textId="77777777" w:rsidTr="00571A8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ABF2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34E3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4F1B75E" w14:textId="77777777" w:rsidR="00E6644E" w:rsidRDefault="00E6644E" w:rsidP="00571A89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4EE4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4E13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14:paraId="248DA951" w14:textId="77777777" w:rsidTr="00571A8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7EA8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69F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8B9F19" w14:textId="77777777" w:rsidR="00E6644E" w:rsidRDefault="00E6644E" w:rsidP="00571A89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3171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733C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  <w:tr w:rsidR="00E6644E" w14:paraId="7C17AA96" w14:textId="77777777" w:rsidTr="00571A8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26B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F358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111CBB" w14:textId="77777777" w:rsidR="00E6644E" w:rsidRDefault="00E6644E" w:rsidP="00571A89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20C0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5877" w14:textId="77777777" w:rsidR="00E6644E" w:rsidRPr="0095683D" w:rsidRDefault="00E6644E" w:rsidP="00571A89">
            <w:pPr>
              <w:overflowPunct/>
              <w:jc w:val="center"/>
              <w:rPr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32F84922" w14:textId="77777777" w:rsidR="00E6644E" w:rsidRDefault="00E6644E" w:rsidP="00E6644E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  <w:bookmarkStart w:id="0" w:name="_GoBack"/>
      <w:bookmarkEnd w:id="0"/>
    </w:p>
    <w:p w14:paraId="303133EC" w14:textId="77777777" w:rsidR="00BE568C" w:rsidRDefault="00BE568C" w:rsidP="00BE568C">
      <w:pPr>
        <w:overflowPunct/>
        <w:jc w:val="center"/>
        <w:rPr>
          <w:rFonts w:asciiTheme="minorHAnsi" w:hAnsiTheme="minorHAnsi"/>
          <w:b/>
          <w:spacing w:val="-1"/>
          <w:position w:val="-1"/>
          <w:sz w:val="22"/>
          <w:szCs w:val="22"/>
        </w:rPr>
      </w:pPr>
      <w:r>
        <w:rPr>
          <w:rFonts w:asciiTheme="minorHAnsi" w:hAnsiTheme="minorHAnsi"/>
          <w:b/>
          <w:spacing w:val="-1"/>
          <w:position w:val="-1"/>
          <w:sz w:val="22"/>
          <w:szCs w:val="22"/>
        </w:rPr>
        <w:t>(in caso di necessità, utilizzare più copie della scheda di iscrizione)</w:t>
      </w:r>
    </w:p>
    <w:p w14:paraId="18792513" w14:textId="77777777" w:rsidR="00507C5D" w:rsidRDefault="00507C5D" w:rsidP="00BE568C">
      <w:pPr>
        <w:overflowPunct/>
        <w:jc w:val="center"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7A9006D1" w14:textId="77777777" w:rsidR="00507C5D" w:rsidRDefault="00507C5D" w:rsidP="00E6644E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0262739F" w14:textId="77777777" w:rsidR="00507C5D" w:rsidRDefault="00507C5D" w:rsidP="00E6644E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7A1A74F1" w14:textId="77777777" w:rsidR="00E6644E" w:rsidRDefault="00E6644E" w:rsidP="00E6644E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  <w:r>
        <w:rPr>
          <w:rFonts w:asciiTheme="minorHAnsi" w:hAnsiTheme="minorHAnsi"/>
          <w:b/>
          <w:spacing w:val="-1"/>
          <w:position w:val="-1"/>
          <w:sz w:val="22"/>
          <w:szCs w:val="22"/>
        </w:rPr>
        <w:t>D</w:t>
      </w:r>
      <w:r>
        <w:rPr>
          <w:rFonts w:asciiTheme="minorHAnsi" w:hAnsiTheme="minorHAnsi"/>
          <w:b/>
          <w:position w:val="-1"/>
          <w:sz w:val="22"/>
          <w:szCs w:val="22"/>
        </w:rPr>
        <w:t>ocen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>
        <w:rPr>
          <w:rFonts w:asciiTheme="minorHAnsi" w:hAnsiTheme="minorHAnsi"/>
          <w:b/>
          <w:position w:val="-1"/>
          <w:sz w:val="22"/>
          <w:szCs w:val="22"/>
        </w:rPr>
        <w:t>e/i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 xml:space="preserve"> </w:t>
      </w:r>
      <w:r>
        <w:rPr>
          <w:rFonts w:asciiTheme="minorHAnsi" w:hAnsiTheme="minorHAnsi"/>
          <w:b/>
          <w:position w:val="-1"/>
          <w:sz w:val="22"/>
          <w:szCs w:val="22"/>
        </w:rPr>
        <w:t>acc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m</w:t>
      </w:r>
      <w:r>
        <w:rPr>
          <w:rFonts w:asciiTheme="minorHAnsi" w:hAnsiTheme="minorHAnsi"/>
          <w:b/>
          <w:position w:val="-1"/>
          <w:sz w:val="22"/>
          <w:szCs w:val="22"/>
        </w:rPr>
        <w:t>pag</w:t>
      </w:r>
      <w:r>
        <w:rPr>
          <w:rFonts w:asciiTheme="minorHAnsi" w:hAnsiTheme="minorHAnsi"/>
          <w:b/>
          <w:spacing w:val="-3"/>
          <w:position w:val="-1"/>
          <w:sz w:val="22"/>
          <w:szCs w:val="22"/>
        </w:rPr>
        <w:t>n</w:t>
      </w:r>
      <w:r>
        <w:rPr>
          <w:rFonts w:asciiTheme="minorHAnsi" w:hAnsiTheme="minorHAnsi"/>
          <w:b/>
          <w:position w:val="-1"/>
          <w:sz w:val="22"/>
          <w:szCs w:val="22"/>
        </w:rPr>
        <w:t>a</w:t>
      </w:r>
      <w:r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>
        <w:rPr>
          <w:rFonts w:asciiTheme="minorHAnsi" w:hAnsiTheme="minorHAnsi"/>
          <w:b/>
          <w:position w:val="-1"/>
          <w:sz w:val="22"/>
          <w:szCs w:val="22"/>
        </w:rPr>
        <w:t>r</w:t>
      </w:r>
      <w:r>
        <w:rPr>
          <w:rFonts w:asciiTheme="minorHAnsi" w:hAnsiTheme="minorHAnsi"/>
          <w:b/>
          <w:spacing w:val="-2"/>
          <w:position w:val="-1"/>
          <w:sz w:val="22"/>
          <w:szCs w:val="22"/>
        </w:rPr>
        <w:t>e</w:t>
      </w:r>
      <w:r>
        <w:rPr>
          <w:rFonts w:asciiTheme="minorHAnsi" w:hAnsiTheme="minorHAnsi"/>
          <w:b/>
          <w:position w:val="-1"/>
          <w:sz w:val="22"/>
          <w:szCs w:val="22"/>
        </w:rPr>
        <w:t xml:space="preserve">:  </w:t>
      </w:r>
    </w:p>
    <w:p w14:paraId="6405285A" w14:textId="77777777" w:rsidR="00E6644E" w:rsidRDefault="00E6644E" w:rsidP="00E6644E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14:paraId="54744E6A" w14:textId="77777777" w:rsidR="00507C5D" w:rsidRDefault="00507C5D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0CF119D8" w14:textId="77777777" w:rsidR="00507C5D" w:rsidRDefault="00507C5D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34E9E6A1" w14:textId="77777777" w:rsidR="00E6644E" w:rsidRDefault="00E6644E" w:rsidP="00E6644E">
      <w:pPr>
        <w:overflowPunct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position w:val="-1"/>
          <w:sz w:val="22"/>
          <w:szCs w:val="22"/>
        </w:rPr>
        <w:t xml:space="preserve">Data </w:t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  <w:t xml:space="preserve">                                           </w:t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  <w:t>Timbro e firma del Dirigente Scolastico</w:t>
      </w:r>
    </w:p>
    <w:p w14:paraId="15F3D986" w14:textId="77777777" w:rsidR="00E6644E" w:rsidRDefault="00E6644E" w:rsidP="00E6644E">
      <w:pPr>
        <w:overflowPunct/>
        <w:rPr>
          <w:rFonts w:asciiTheme="minorHAnsi" w:hAnsiTheme="minorHAnsi"/>
          <w:sz w:val="22"/>
          <w:szCs w:val="22"/>
        </w:rPr>
      </w:pPr>
    </w:p>
    <w:sectPr w:rsidR="00E6644E" w:rsidSect="000829A1">
      <w:headerReference w:type="default" r:id="rId11"/>
      <w:footerReference w:type="default" r:id="rId12"/>
      <w:pgSz w:w="11907" w:h="16840"/>
      <w:pgMar w:top="1418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F1BC7" w14:textId="77777777" w:rsidR="005246D7" w:rsidRDefault="005246D7">
      <w:r>
        <w:separator/>
      </w:r>
    </w:p>
  </w:endnote>
  <w:endnote w:type="continuationSeparator" w:id="0">
    <w:p w14:paraId="474E8994" w14:textId="77777777" w:rsidR="005246D7" w:rsidRDefault="0052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F42C" w14:textId="052AF700" w:rsidR="00A60569" w:rsidRPr="00B043B4" w:rsidRDefault="00EF7E4E" w:rsidP="00EF7E4E">
    <w:pPr>
      <w:pStyle w:val="Pidipagina"/>
      <w:jc w:val="center"/>
      <w:rPr>
        <w:rFonts w:ascii="Garamond" w:hAnsi="Garamond" w:cs="Arial"/>
        <w:sz w:val="16"/>
        <w:szCs w:val="16"/>
      </w:rPr>
    </w:pPr>
    <w:r w:rsidRPr="00EF7E4E">
      <w:rPr>
        <w:rFonts w:asciiTheme="minorHAnsi" w:hAnsiTheme="minorHAnsi"/>
        <w:sz w:val="16"/>
        <w:szCs w:val="16"/>
      </w:rPr>
      <w:t>201902</w:t>
    </w:r>
    <w:r w:rsidR="00507C5D">
      <w:rPr>
        <w:rFonts w:asciiTheme="minorHAnsi" w:hAnsiTheme="minorHAnsi"/>
        <w:sz w:val="16"/>
        <w:szCs w:val="16"/>
      </w:rPr>
      <w:t>2607</w:t>
    </w:r>
    <w:r w:rsidR="00A54E4C">
      <w:rPr>
        <w:rFonts w:asciiTheme="minorHAnsi" w:hAnsiTheme="minorHAnsi"/>
        <w:sz w:val="16"/>
        <w:szCs w:val="16"/>
      </w:rPr>
      <w:t>55</w:t>
    </w:r>
    <w:r w:rsidRPr="00EF7E4E">
      <w:rPr>
        <w:rFonts w:asciiTheme="minorHAnsi" w:hAnsiTheme="minorHAnsi"/>
        <w:sz w:val="16"/>
        <w:szCs w:val="16"/>
      </w:rPr>
      <w:t>_</w:t>
    </w:r>
    <w:r w:rsidR="00A54E4C">
      <w:rPr>
        <w:rFonts w:asciiTheme="minorHAnsi" w:hAnsiTheme="minorHAnsi"/>
        <w:sz w:val="16"/>
        <w:szCs w:val="16"/>
      </w:rPr>
      <w:t>Modello_iscrizione</w:t>
    </w:r>
    <w:r w:rsidR="00507C5D">
      <w:rPr>
        <w:rFonts w:asciiTheme="minorHAnsi" w:hAnsiTheme="minorHAnsi"/>
        <w:sz w:val="16"/>
        <w:szCs w:val="16"/>
      </w:rPr>
      <w:t>_Campionati Studenteschi_Danza_Sportiva_San_Benedetto_16_Marzo_2019</w:t>
    </w:r>
  </w:p>
  <w:p w14:paraId="0585F42D" w14:textId="7777777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0585F42E" w14:textId="7777777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0585F42F" w14:textId="77777777" w:rsidR="00A60569" w:rsidRPr="00136AAF" w:rsidRDefault="00A60569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B0EB1" w14:textId="77777777" w:rsidR="005246D7" w:rsidRDefault="005246D7">
      <w:r>
        <w:separator/>
      </w:r>
    </w:p>
  </w:footnote>
  <w:footnote w:type="continuationSeparator" w:id="0">
    <w:p w14:paraId="3AE17532" w14:textId="77777777" w:rsidR="005246D7" w:rsidRDefault="00524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F425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0585F426" w14:textId="77777777" w:rsidR="00A60569" w:rsidRPr="006E4A3F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0585F427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585F430" wp14:editId="0585F431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5F428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0585F429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0585F42A" w14:textId="77777777" w:rsidR="00A60569" w:rsidRPr="00717618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14:paraId="0585F42B" w14:textId="77777777" w:rsidR="00A60569" w:rsidRDefault="00A60569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E6200"/>
    <w:multiLevelType w:val="hybridMultilevel"/>
    <w:tmpl w:val="2DC2DBA2"/>
    <w:lvl w:ilvl="0" w:tplc="2CF64F0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D535E8"/>
    <w:multiLevelType w:val="hybridMultilevel"/>
    <w:tmpl w:val="0CCEB3F6"/>
    <w:lvl w:ilvl="0" w:tplc="90BA92A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1">
    <w:nsid w:val="517259E9"/>
    <w:multiLevelType w:val="hybridMultilevel"/>
    <w:tmpl w:val="6E44955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B3F83"/>
    <w:multiLevelType w:val="hybridMultilevel"/>
    <w:tmpl w:val="748A577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0"/>
  </w:num>
  <w:num w:numId="8">
    <w:abstractNumId w:val="13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12"/>
  </w:num>
  <w:num w:numId="14">
    <w:abstractNumId w:val="9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46F41"/>
    <w:rsid w:val="000654E5"/>
    <w:rsid w:val="00077991"/>
    <w:rsid w:val="000829A1"/>
    <w:rsid w:val="000A0FD4"/>
    <w:rsid w:val="000C5265"/>
    <w:rsid w:val="000D0BBC"/>
    <w:rsid w:val="00101EC0"/>
    <w:rsid w:val="001169C1"/>
    <w:rsid w:val="001328E3"/>
    <w:rsid w:val="00136AAF"/>
    <w:rsid w:val="001371CC"/>
    <w:rsid w:val="00137285"/>
    <w:rsid w:val="001446D9"/>
    <w:rsid w:val="0018618D"/>
    <w:rsid w:val="001E69C9"/>
    <w:rsid w:val="001E76D8"/>
    <w:rsid w:val="001E78C3"/>
    <w:rsid w:val="001F4E08"/>
    <w:rsid w:val="0022089E"/>
    <w:rsid w:val="00224459"/>
    <w:rsid w:val="002304F0"/>
    <w:rsid w:val="0023496C"/>
    <w:rsid w:val="0024041F"/>
    <w:rsid w:val="00241014"/>
    <w:rsid w:val="00246041"/>
    <w:rsid w:val="002567E5"/>
    <w:rsid w:val="0026227E"/>
    <w:rsid w:val="002744B4"/>
    <w:rsid w:val="00274B52"/>
    <w:rsid w:val="00293149"/>
    <w:rsid w:val="002A0830"/>
    <w:rsid w:val="002A0E0A"/>
    <w:rsid w:val="002A2A80"/>
    <w:rsid w:val="002B46FA"/>
    <w:rsid w:val="002D4397"/>
    <w:rsid w:val="002E014D"/>
    <w:rsid w:val="002E45F0"/>
    <w:rsid w:val="002E5ED1"/>
    <w:rsid w:val="002E6CB5"/>
    <w:rsid w:val="00315355"/>
    <w:rsid w:val="00332A30"/>
    <w:rsid w:val="003342B3"/>
    <w:rsid w:val="00353199"/>
    <w:rsid w:val="003806E6"/>
    <w:rsid w:val="00391B37"/>
    <w:rsid w:val="003950EB"/>
    <w:rsid w:val="003A488F"/>
    <w:rsid w:val="003D09F3"/>
    <w:rsid w:val="003E17F8"/>
    <w:rsid w:val="003F11D3"/>
    <w:rsid w:val="004022C5"/>
    <w:rsid w:val="00433B15"/>
    <w:rsid w:val="00451B49"/>
    <w:rsid w:val="00464742"/>
    <w:rsid w:val="0047283F"/>
    <w:rsid w:val="00475202"/>
    <w:rsid w:val="00485574"/>
    <w:rsid w:val="00494AE0"/>
    <w:rsid w:val="00507C5D"/>
    <w:rsid w:val="00515873"/>
    <w:rsid w:val="005174FF"/>
    <w:rsid w:val="0052188B"/>
    <w:rsid w:val="005246D7"/>
    <w:rsid w:val="00527FC3"/>
    <w:rsid w:val="00531945"/>
    <w:rsid w:val="00533D19"/>
    <w:rsid w:val="00542D1E"/>
    <w:rsid w:val="0054659E"/>
    <w:rsid w:val="0057189C"/>
    <w:rsid w:val="005734D2"/>
    <w:rsid w:val="0057488F"/>
    <w:rsid w:val="00586341"/>
    <w:rsid w:val="005A292B"/>
    <w:rsid w:val="005A694F"/>
    <w:rsid w:val="005C090C"/>
    <w:rsid w:val="005D0EF5"/>
    <w:rsid w:val="005E72F2"/>
    <w:rsid w:val="005F77E6"/>
    <w:rsid w:val="00636AE4"/>
    <w:rsid w:val="0066114A"/>
    <w:rsid w:val="0067394D"/>
    <w:rsid w:val="00687DDC"/>
    <w:rsid w:val="006B050B"/>
    <w:rsid w:val="006B34B4"/>
    <w:rsid w:val="006C15B0"/>
    <w:rsid w:val="006C28BB"/>
    <w:rsid w:val="006C52DC"/>
    <w:rsid w:val="006E4A3F"/>
    <w:rsid w:val="006E57CD"/>
    <w:rsid w:val="00704DFD"/>
    <w:rsid w:val="007058A4"/>
    <w:rsid w:val="00717618"/>
    <w:rsid w:val="007228EE"/>
    <w:rsid w:val="00725996"/>
    <w:rsid w:val="0073770B"/>
    <w:rsid w:val="007410C8"/>
    <w:rsid w:val="00767B5F"/>
    <w:rsid w:val="00787314"/>
    <w:rsid w:val="007B160E"/>
    <w:rsid w:val="007D701D"/>
    <w:rsid w:val="00820087"/>
    <w:rsid w:val="008266E0"/>
    <w:rsid w:val="00831F72"/>
    <w:rsid w:val="00837D60"/>
    <w:rsid w:val="00845857"/>
    <w:rsid w:val="00856D0E"/>
    <w:rsid w:val="008754EA"/>
    <w:rsid w:val="008A1E55"/>
    <w:rsid w:val="008B44BB"/>
    <w:rsid w:val="008B4793"/>
    <w:rsid w:val="008B6861"/>
    <w:rsid w:val="008C5CA0"/>
    <w:rsid w:val="008D12ED"/>
    <w:rsid w:val="008F6CF4"/>
    <w:rsid w:val="00902A66"/>
    <w:rsid w:val="00916337"/>
    <w:rsid w:val="009225AA"/>
    <w:rsid w:val="00952391"/>
    <w:rsid w:val="00955DED"/>
    <w:rsid w:val="0095683D"/>
    <w:rsid w:val="00971B29"/>
    <w:rsid w:val="00974664"/>
    <w:rsid w:val="00977DC9"/>
    <w:rsid w:val="00995B78"/>
    <w:rsid w:val="009966AD"/>
    <w:rsid w:val="009A2104"/>
    <w:rsid w:val="009A270E"/>
    <w:rsid w:val="009C50C7"/>
    <w:rsid w:val="009D53F9"/>
    <w:rsid w:val="009D77DF"/>
    <w:rsid w:val="009E3DA8"/>
    <w:rsid w:val="009F1AFE"/>
    <w:rsid w:val="00A0170D"/>
    <w:rsid w:val="00A03F4D"/>
    <w:rsid w:val="00A06708"/>
    <w:rsid w:val="00A20EEC"/>
    <w:rsid w:val="00A40E93"/>
    <w:rsid w:val="00A43D45"/>
    <w:rsid w:val="00A5303B"/>
    <w:rsid w:val="00A54E4C"/>
    <w:rsid w:val="00A60569"/>
    <w:rsid w:val="00A7460D"/>
    <w:rsid w:val="00A856F2"/>
    <w:rsid w:val="00A942C1"/>
    <w:rsid w:val="00AA38F2"/>
    <w:rsid w:val="00AA7A72"/>
    <w:rsid w:val="00AB48F2"/>
    <w:rsid w:val="00AC155A"/>
    <w:rsid w:val="00AC63AB"/>
    <w:rsid w:val="00AE7195"/>
    <w:rsid w:val="00B043B4"/>
    <w:rsid w:val="00B068ED"/>
    <w:rsid w:val="00B15CF0"/>
    <w:rsid w:val="00B17153"/>
    <w:rsid w:val="00B179BD"/>
    <w:rsid w:val="00B478CD"/>
    <w:rsid w:val="00B53D6E"/>
    <w:rsid w:val="00B61432"/>
    <w:rsid w:val="00B63983"/>
    <w:rsid w:val="00BA4C0A"/>
    <w:rsid w:val="00BA5C6D"/>
    <w:rsid w:val="00BE3C42"/>
    <w:rsid w:val="00BE568C"/>
    <w:rsid w:val="00BF3E72"/>
    <w:rsid w:val="00BF4B51"/>
    <w:rsid w:val="00C051D1"/>
    <w:rsid w:val="00C0679A"/>
    <w:rsid w:val="00C17434"/>
    <w:rsid w:val="00C22447"/>
    <w:rsid w:val="00C24845"/>
    <w:rsid w:val="00C37563"/>
    <w:rsid w:val="00C53192"/>
    <w:rsid w:val="00C62721"/>
    <w:rsid w:val="00C83861"/>
    <w:rsid w:val="00C94FDA"/>
    <w:rsid w:val="00CC4C0D"/>
    <w:rsid w:val="00CD0B13"/>
    <w:rsid w:val="00CD3FD9"/>
    <w:rsid w:val="00CD4679"/>
    <w:rsid w:val="00CD7D5F"/>
    <w:rsid w:val="00D17BB3"/>
    <w:rsid w:val="00D2514A"/>
    <w:rsid w:val="00D33519"/>
    <w:rsid w:val="00D55AFF"/>
    <w:rsid w:val="00D70B9C"/>
    <w:rsid w:val="00D80B6A"/>
    <w:rsid w:val="00D876A3"/>
    <w:rsid w:val="00D90A91"/>
    <w:rsid w:val="00DA2702"/>
    <w:rsid w:val="00DB2E2B"/>
    <w:rsid w:val="00DB4288"/>
    <w:rsid w:val="00DD1DAC"/>
    <w:rsid w:val="00E024B4"/>
    <w:rsid w:val="00E2155C"/>
    <w:rsid w:val="00E23460"/>
    <w:rsid w:val="00E23F17"/>
    <w:rsid w:val="00E413FB"/>
    <w:rsid w:val="00E42106"/>
    <w:rsid w:val="00E43CF8"/>
    <w:rsid w:val="00E46FAB"/>
    <w:rsid w:val="00E519AA"/>
    <w:rsid w:val="00E6644E"/>
    <w:rsid w:val="00E75717"/>
    <w:rsid w:val="00E86100"/>
    <w:rsid w:val="00E97AB3"/>
    <w:rsid w:val="00EA2FAF"/>
    <w:rsid w:val="00EB5C2C"/>
    <w:rsid w:val="00EF36B9"/>
    <w:rsid w:val="00EF7E4E"/>
    <w:rsid w:val="00F3070B"/>
    <w:rsid w:val="00F3083F"/>
    <w:rsid w:val="00F5225F"/>
    <w:rsid w:val="00F52812"/>
    <w:rsid w:val="00F658DB"/>
    <w:rsid w:val="00FA71EF"/>
    <w:rsid w:val="00FD19A2"/>
    <w:rsid w:val="00FD360D"/>
    <w:rsid w:val="00FE4B83"/>
    <w:rsid w:val="00FF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5F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dfisicamarche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76566-89B9-464E-84CC-79E8479F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13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1414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3</cp:revision>
  <cp:lastPrinted>2015-05-25T08:57:00Z</cp:lastPrinted>
  <dcterms:created xsi:type="dcterms:W3CDTF">2019-02-26T06:46:00Z</dcterms:created>
  <dcterms:modified xsi:type="dcterms:W3CDTF">2019-02-26T07:05:00Z</dcterms:modified>
</cp:coreProperties>
</file>